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59E82EAD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E2230B">
        <w:rPr>
          <w:rFonts w:eastAsia="Times New Roman" w:cs="Times New Roman"/>
          <w:lang w:eastAsia="cs-CZ"/>
        </w:rPr>
        <w:t>21</w:t>
      </w:r>
      <w:r>
        <w:rPr>
          <w:rFonts w:eastAsia="Times New Roman" w:cs="Times New Roman"/>
          <w:lang w:eastAsia="cs-CZ"/>
        </w:rPr>
        <w:t xml:space="preserve"> </w:t>
      </w:r>
      <w:r w:rsidR="006B1150">
        <w:rPr>
          <w:lang w:eastAsia="cs-CZ"/>
        </w:rPr>
        <w:t>z</w:t>
      </w:r>
      <w:r w:rsidR="00645A29">
        <w:rPr>
          <w:lang w:eastAsia="cs-CZ"/>
        </w:rPr>
        <w:t>adávací dokumentace</w:t>
      </w:r>
    </w:p>
    <w:p w14:paraId="3E278181" w14:textId="609114F1" w:rsidR="003C4FBB" w:rsidRDefault="00C3471C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Seznam členů realizačního týmu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3B53774B" w14:textId="77777777" w:rsidR="00E2230B" w:rsidRPr="00287654" w:rsidRDefault="00E2230B" w:rsidP="00E2230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0C1446ED" w14:textId="77777777" w:rsidR="00E2230B" w:rsidRPr="00A035EA" w:rsidRDefault="00E2230B" w:rsidP="00E2230B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Pr="00E75E8D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E75E8D">
        <w:rPr>
          <w:highlight w:val="green"/>
          <w:lang w:eastAsia="cs-CZ"/>
        </w:rPr>
        <w:t>]</w:t>
      </w:r>
    </w:p>
    <w:p w14:paraId="00F19AF0" w14:textId="77777777" w:rsidR="00E2230B" w:rsidRPr="00A035EA" w:rsidRDefault="00E2230B" w:rsidP="00E2230B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Pr="00E75E8D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E75E8D">
        <w:rPr>
          <w:highlight w:val="green"/>
          <w:lang w:eastAsia="cs-CZ"/>
        </w:rPr>
        <w:t>]</w:t>
      </w:r>
    </w:p>
    <w:p w14:paraId="4FD19C70" w14:textId="77777777" w:rsidR="00E2230B" w:rsidRPr="00A035EA" w:rsidRDefault="00E2230B" w:rsidP="00E2230B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Pr="00E75E8D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E75E8D">
        <w:rPr>
          <w:highlight w:val="green"/>
          <w:lang w:eastAsia="cs-CZ"/>
        </w:rPr>
        <w:t>]</w:t>
      </w:r>
    </w:p>
    <w:p w14:paraId="376B57D2" w14:textId="77777777" w:rsidR="00E2230B" w:rsidRPr="00A035EA" w:rsidRDefault="00E2230B" w:rsidP="00E2230B">
      <w:pPr>
        <w:pStyle w:val="Identifikace"/>
      </w:pPr>
      <w:r w:rsidRPr="00A035EA">
        <w:t>Zastoupen</w:t>
      </w:r>
      <w:r w:rsidRPr="00A035EA">
        <w:tab/>
      </w:r>
      <w:r w:rsidRPr="00E75E8D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E75E8D">
        <w:rPr>
          <w:highlight w:val="green"/>
        </w:rPr>
        <w:t>]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6785DF10" w:rsidR="003C4FBB" w:rsidRDefault="003C4FBB" w:rsidP="00097E08">
      <w:pPr>
        <w:spacing w:after="120" w:line="276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6B1150">
        <w:rPr>
          <w:rFonts w:eastAsia="Times New Roman" w:cs="Times New Roman"/>
          <w:lang w:eastAsia="cs-CZ"/>
        </w:rPr>
        <w:t xml:space="preserve">sektorovou veřejnou zakázku s názvem </w:t>
      </w:r>
      <w:bookmarkStart w:id="0" w:name="_Toc403053768"/>
      <w:r w:rsidRPr="006B1150">
        <w:rPr>
          <w:rFonts w:eastAsia="Times New Roman" w:cs="Times New Roman"/>
          <w:b/>
          <w:lang w:eastAsia="cs-CZ"/>
        </w:rPr>
        <w:t>„</w:t>
      </w:r>
      <w:bookmarkEnd w:id="0"/>
      <w:r w:rsidR="00E2230B">
        <w:rPr>
          <w:rFonts w:eastAsia="Times New Roman" w:cs="Times New Roman"/>
          <w:b/>
          <w:lang w:eastAsia="cs-CZ"/>
        </w:rPr>
        <w:t xml:space="preserve">Nasazení systému </w:t>
      </w:r>
      <w:proofErr w:type="spellStart"/>
      <w:r w:rsidR="00E2230B">
        <w:rPr>
          <w:rFonts w:eastAsia="Times New Roman" w:cs="Times New Roman"/>
          <w:b/>
          <w:lang w:eastAsia="cs-CZ"/>
        </w:rPr>
        <w:t>IdM</w:t>
      </w:r>
      <w:proofErr w:type="spellEnd"/>
      <w:r w:rsidR="00E2230B">
        <w:rPr>
          <w:rFonts w:eastAsia="Times New Roman" w:cs="Times New Roman"/>
          <w:b/>
          <w:lang w:eastAsia="cs-CZ"/>
        </w:rPr>
        <w:t xml:space="preserve"> v prostředí Správy železnic</w:t>
      </w:r>
      <w:r w:rsidR="00C3471C" w:rsidRPr="006B1150">
        <w:rPr>
          <w:rFonts w:eastAsia="Times New Roman" w:cs="Times New Roman"/>
          <w:b/>
          <w:lang w:eastAsia="cs-CZ"/>
        </w:rPr>
        <w:t xml:space="preserve">“, č.j. </w:t>
      </w:r>
      <w:r w:rsidR="00E75E8D">
        <w:rPr>
          <w:rFonts w:eastAsia="Times New Roman" w:cs="Times New Roman"/>
          <w:b/>
          <w:lang w:eastAsia="cs-CZ"/>
        </w:rPr>
        <w:t>15431/2025-SŽ-GŘ-O8</w:t>
      </w:r>
      <w:r w:rsidRPr="006B1150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</w:t>
      </w:r>
      <w:r w:rsidR="00C3471C">
        <w:rPr>
          <w:rFonts w:eastAsia="Times New Roman" w:cs="Times New Roman"/>
          <w:lang w:eastAsia="cs-CZ"/>
        </w:rPr>
        <w:t>níže předkládá seznam členů realizačního týmu, kteří se budou na plnění předmětu veřejné zakázky podílet</w:t>
      </w:r>
      <w:r w:rsidR="00E04F11">
        <w:rPr>
          <w:rFonts w:eastAsia="Times New Roman" w:cs="Times New Roman"/>
          <w:lang w:eastAsia="cs-CZ"/>
        </w:rPr>
        <w:t>: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86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4170"/>
        <w:gridCol w:w="4510"/>
      </w:tblGrid>
      <w:tr w:rsidR="00C3471C" w14:paraId="38D85DF3" w14:textId="77777777" w:rsidTr="00BF38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6CFAF384" w14:textId="7C245E43" w:rsidR="003C4FBB" w:rsidRDefault="00C3471C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Pozice člena realizačního týmu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10" w:type="dxa"/>
            <w:tcBorders>
              <w:bottom w:val="single" w:sz="2" w:space="0" w:color="auto"/>
            </w:tcBorders>
          </w:tcPr>
          <w:p w14:paraId="725CEF29" w14:textId="12D8BEE3" w:rsidR="003C4FBB" w:rsidRDefault="00C3471C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Jméno a příjmení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</w:tr>
      <w:tr w:rsidR="00C3471C" w14:paraId="2DCD577F" w14:textId="77777777" w:rsidTr="00BF38A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2184E76D" w:rsidR="003C4FBB" w:rsidRPr="00AA3ACF" w:rsidRDefault="00AA3ACF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AA3ACF">
              <w:rPr>
                <w:rFonts w:eastAsia="Times New Roman" w:cs="Times New Roman"/>
                <w:b/>
                <w:bCs/>
                <w:spacing w:val="-6"/>
                <w:lang w:eastAsia="cs-CZ"/>
              </w:rPr>
              <w:t xml:space="preserve">Vedoucí realizačního týmu a garant implementace </w:t>
            </w:r>
            <w:proofErr w:type="spellStart"/>
            <w:r w:rsidRPr="00AA3ACF">
              <w:rPr>
                <w:rFonts w:eastAsia="Times New Roman" w:cs="Times New Roman"/>
                <w:b/>
                <w:bCs/>
                <w:spacing w:val="-6"/>
                <w:lang w:eastAsia="cs-CZ"/>
              </w:rPr>
              <w:t>IdM</w:t>
            </w:r>
            <w:proofErr w:type="spellEnd"/>
            <w:r w:rsidRPr="00AA3ACF">
              <w:rPr>
                <w:rFonts w:eastAsia="Times New Roman" w:cs="Times New Roman"/>
                <w:b/>
                <w:bCs/>
                <w:spacing w:val="-6"/>
                <w:lang w:eastAsia="cs-CZ"/>
              </w:rPr>
              <w:t xml:space="preserve"> řešení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3471C" w14:paraId="34977EE0" w14:textId="77777777" w:rsidTr="00BF38A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0430A022" w:rsidR="003C4FBB" w:rsidRPr="00AA3ACF" w:rsidRDefault="00AA3ACF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AA3ACF">
              <w:rPr>
                <w:rFonts w:eastAsia="Times New Roman" w:cs="Times New Roman"/>
                <w:b/>
                <w:bCs/>
                <w:spacing w:val="-6"/>
                <w:lang w:eastAsia="cs-CZ"/>
              </w:rPr>
              <w:t>Projektový manažer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1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9F5ACA" w14:paraId="3E6FB5E4" w14:textId="77777777" w:rsidTr="00BF38A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91829DF" w14:textId="12722FEC" w:rsidR="009F5ACA" w:rsidRPr="00AA3ACF" w:rsidRDefault="00AA3ACF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AA3ACF">
              <w:rPr>
                <w:rFonts w:eastAsia="Times New Roman" w:cs="Times New Roman"/>
                <w:b/>
                <w:bCs/>
                <w:spacing w:val="-6"/>
                <w:lang w:eastAsia="cs-CZ"/>
              </w:rPr>
              <w:t>Architekt řešení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10" w:type="dxa"/>
            <w:tcBorders>
              <w:top w:val="single" w:sz="2" w:space="0" w:color="auto"/>
              <w:bottom w:val="single" w:sz="2" w:space="0" w:color="auto"/>
            </w:tcBorders>
          </w:tcPr>
          <w:p w14:paraId="7F0B0F9F" w14:textId="77777777" w:rsidR="009F5ACA" w:rsidRDefault="009F5AC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9F5ACA" w14:paraId="7993520A" w14:textId="77777777" w:rsidTr="00BF38A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6B94CFA1" w14:textId="67A25FA4" w:rsidR="009F5ACA" w:rsidRPr="00AA3ACF" w:rsidRDefault="00AA3ACF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AA3ACF">
              <w:rPr>
                <w:rFonts w:eastAsia="Times New Roman" w:cs="Times New Roman"/>
                <w:b/>
                <w:bCs/>
                <w:spacing w:val="-6"/>
                <w:lang w:eastAsia="cs-CZ"/>
              </w:rPr>
              <w:t>Business analytik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46EE333F" w14:textId="77777777" w:rsidR="009F5ACA" w:rsidRDefault="009F5ACA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AA3ACF" w14:paraId="07096F67" w14:textId="77777777" w:rsidTr="00BF38A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6110BD74" w14:textId="6BB48971" w:rsidR="00AA3ACF" w:rsidRPr="00AA3ACF" w:rsidRDefault="00AA3ACF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AA3ACF">
              <w:rPr>
                <w:rFonts w:eastAsia="Times New Roman" w:cs="Times New Roman"/>
                <w:b/>
                <w:bCs/>
                <w:spacing w:val="-6"/>
                <w:lang w:eastAsia="cs-CZ"/>
              </w:rPr>
              <w:t xml:space="preserve">Konzultant pro </w:t>
            </w:r>
            <w:proofErr w:type="spellStart"/>
            <w:r w:rsidRPr="00AA3ACF">
              <w:rPr>
                <w:rFonts w:eastAsia="Times New Roman" w:cs="Times New Roman"/>
                <w:b/>
                <w:bCs/>
                <w:spacing w:val="-6"/>
                <w:lang w:eastAsia="cs-CZ"/>
              </w:rPr>
              <w:t>IdM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5A40F7C9" w14:textId="77777777" w:rsidR="00AA3ACF" w:rsidRDefault="00AA3ACF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AA3ACF" w14:paraId="577DD061" w14:textId="77777777" w:rsidTr="00BF38A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0BB80B24" w14:textId="432EE84A" w:rsidR="00AA3ACF" w:rsidRPr="00AA3ACF" w:rsidRDefault="00AA3ACF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AA3ACF">
              <w:rPr>
                <w:rFonts w:eastAsia="Times New Roman" w:cs="Times New Roman"/>
                <w:b/>
                <w:bCs/>
                <w:spacing w:val="-6"/>
                <w:lang w:eastAsia="cs-CZ"/>
              </w:rPr>
              <w:t>Specialista integrace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2E901D1A" w14:textId="77777777" w:rsidR="00AA3ACF" w:rsidRDefault="00AA3ACF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AA3ACF" w14:paraId="125B67BC" w14:textId="77777777" w:rsidTr="00BF38A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460108AF" w14:textId="0A3126A5" w:rsidR="00AA3ACF" w:rsidRPr="00AA3ACF" w:rsidRDefault="00AA3ACF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AA3ACF">
              <w:rPr>
                <w:rFonts w:eastAsia="Times New Roman" w:cs="Times New Roman"/>
                <w:b/>
                <w:bCs/>
                <w:spacing w:val="-6"/>
                <w:lang w:eastAsia="cs-CZ"/>
              </w:rPr>
              <w:t>Bezpečnostní architekt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30B6EAC8" w14:textId="77777777" w:rsidR="00AA3ACF" w:rsidRDefault="00AA3ACF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AA3ACF" w14:paraId="5CC9C881" w14:textId="77777777" w:rsidTr="00BF38A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1DDE7C00" w14:textId="7AA56FAA" w:rsidR="00AA3ACF" w:rsidRPr="00AA3ACF" w:rsidRDefault="00AA3ACF">
            <w:pPr>
              <w:suppressAutoHyphens/>
              <w:spacing w:line="216" w:lineRule="auto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AA3ACF">
              <w:rPr>
                <w:rFonts w:eastAsia="Times New Roman" w:cs="Times New Roman"/>
                <w:bCs/>
                <w:spacing w:val="-6"/>
                <w:lang w:eastAsia="cs-CZ"/>
              </w:rPr>
              <w:t>Specialista ochrany dat a řízení rizik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5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7B47D115" w14:textId="77777777" w:rsidR="00AA3ACF" w:rsidRDefault="00AA3ACF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114EC095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53EDD30" w14:textId="77777777" w:rsidR="006B1150" w:rsidRDefault="006B1150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2A6DDC43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4904D" w14:textId="77777777" w:rsidR="00BE1EA6" w:rsidRDefault="00BE1EA6" w:rsidP="00962258">
      <w:pPr>
        <w:spacing w:after="0" w:line="240" w:lineRule="auto"/>
      </w:pPr>
      <w:r>
        <w:separator/>
      </w:r>
    </w:p>
  </w:endnote>
  <w:endnote w:type="continuationSeparator" w:id="0">
    <w:p w14:paraId="7DE9FCEF" w14:textId="77777777" w:rsidR="00BE1EA6" w:rsidRDefault="00BE1EA6" w:rsidP="00962258">
      <w:pPr>
        <w:spacing w:after="0" w:line="240" w:lineRule="auto"/>
      </w:pPr>
      <w:r>
        <w:continuationSeparator/>
      </w:r>
    </w:p>
  </w:endnote>
  <w:endnote w:type="continuationNotice" w:id="1">
    <w:p w14:paraId="57BB6815" w14:textId="77777777" w:rsidR="00BE1EA6" w:rsidRDefault="00BE1E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FE3A49" id="Straight Connector 3" o:spid="_x0000_s1026" style="position:absolute;z-index:-2516582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DD3164" id="Straight Connector 2" o:spid="_x0000_s1026" style="position:absolute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8A53B7" id="Straight Connector 7" o:spid="_x0000_s1026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83632C" id="Straight Connector 10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CAEB0" w14:textId="77777777" w:rsidR="00BE1EA6" w:rsidRDefault="00BE1EA6" w:rsidP="00962258">
      <w:pPr>
        <w:spacing w:after="0" w:line="240" w:lineRule="auto"/>
      </w:pPr>
      <w:r>
        <w:separator/>
      </w:r>
    </w:p>
  </w:footnote>
  <w:footnote w:type="continuationSeparator" w:id="0">
    <w:p w14:paraId="70E55CA8" w14:textId="77777777" w:rsidR="00BE1EA6" w:rsidRDefault="00BE1EA6" w:rsidP="00962258">
      <w:pPr>
        <w:spacing w:after="0" w:line="240" w:lineRule="auto"/>
      </w:pPr>
      <w:r>
        <w:continuationSeparator/>
      </w:r>
    </w:p>
  </w:footnote>
  <w:footnote w:type="continuationNotice" w:id="1">
    <w:p w14:paraId="3B5C35E4" w14:textId="77777777" w:rsidR="00BE1EA6" w:rsidRDefault="00BE1EA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47FCB" w14:textId="2ACF37F1" w:rsidR="00711E3B" w:rsidRDefault="00711E3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6" behindDoc="0" locked="0" layoutInCell="1" allowOverlap="1" wp14:anchorId="6AA1E8A6" wp14:editId="479AEF5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09245"/>
              <wp:effectExtent l="0" t="0" r="1270" b="14605"/>
              <wp:wrapNone/>
              <wp:docPr id="1616324223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605D32" w14:textId="57E41085" w:rsidR="00711E3B" w:rsidRPr="00711E3B" w:rsidRDefault="00711E3B" w:rsidP="00711E3B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711E3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A1E8A6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margin-left:0;margin-top:0;width:38.9pt;height:24.35pt;z-index:25165824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cBYCQIAABU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" filled="f" stroked="f">
              <v:textbox style="mso-fit-shape-to-text:t" inset="0,15pt,0,0">
                <w:txbxContent>
                  <w:p w14:paraId="3C605D32" w14:textId="57E41085" w:rsidR="00711E3B" w:rsidRPr="00711E3B" w:rsidRDefault="00711E3B" w:rsidP="00711E3B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711E3B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58DFE288" w:rsidR="00F1715C" w:rsidRPr="00B8518B" w:rsidRDefault="00711E3B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58247" behindDoc="0" locked="0" layoutInCell="1" allowOverlap="1" wp14:anchorId="20025193" wp14:editId="5A170560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09245"/>
                    <wp:effectExtent l="0" t="0" r="1270" b="14605"/>
                    <wp:wrapNone/>
                    <wp:docPr id="2016646709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09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E23C3E5" w14:textId="1D1F070E" w:rsidR="00711E3B" w:rsidRPr="00711E3B" w:rsidRDefault="00711E3B" w:rsidP="00711E3B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711E3B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0025193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margin-left:0;margin-top:0;width:38.9pt;height:24.35pt;z-index:251658247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jNUCwIAABw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" filled="f" stroked="f">
                    <v:textbox style="mso-fit-shape-to-text:t" inset="0,15pt,0,0">
                      <w:txbxContent>
                        <w:p w14:paraId="5E23C3E5" w14:textId="1D1F070E" w:rsidR="00711E3B" w:rsidRPr="00711E3B" w:rsidRDefault="00711E3B" w:rsidP="00711E3B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711E3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</w:tblGrid>
    <w:tr w:rsidR="00711E3B" w14:paraId="4BDC1E36" w14:textId="77777777" w:rsidTr="000F2BCC">
      <w:trPr>
        <w:trHeight w:val="2036"/>
      </w:trPr>
      <w:tc>
        <w:tcPr>
          <w:tcW w:w="10517" w:type="dxa"/>
          <w:tcMar>
            <w:left w:w="0" w:type="dxa"/>
            <w:right w:w="0" w:type="dxa"/>
          </w:tcMar>
        </w:tcPr>
        <w:p w14:paraId="44FD7E1E" w14:textId="5B135721" w:rsidR="00711E3B" w:rsidRPr="00D6163D" w:rsidRDefault="00711E3B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69435294">
    <w:abstractNumId w:val="2"/>
  </w:num>
  <w:num w:numId="2" w16cid:durableId="1706057736">
    <w:abstractNumId w:val="1"/>
  </w:num>
  <w:num w:numId="3" w16cid:durableId="3828747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236423">
    <w:abstractNumId w:val="7"/>
  </w:num>
  <w:num w:numId="5" w16cid:durableId="1919484535">
    <w:abstractNumId w:val="3"/>
  </w:num>
  <w:num w:numId="6" w16cid:durableId="2076126703">
    <w:abstractNumId w:val="4"/>
  </w:num>
  <w:num w:numId="7" w16cid:durableId="1983191070">
    <w:abstractNumId w:val="0"/>
  </w:num>
  <w:num w:numId="8" w16cid:durableId="2095667989">
    <w:abstractNumId w:val="5"/>
  </w:num>
  <w:num w:numId="9" w16cid:durableId="14847395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8902775">
    <w:abstractNumId w:val="4"/>
  </w:num>
  <w:num w:numId="11" w16cid:durableId="1947540793">
    <w:abstractNumId w:val="1"/>
  </w:num>
  <w:num w:numId="12" w16cid:durableId="1193805875">
    <w:abstractNumId w:val="4"/>
  </w:num>
  <w:num w:numId="13" w16cid:durableId="514149669">
    <w:abstractNumId w:val="4"/>
  </w:num>
  <w:num w:numId="14" w16cid:durableId="430857591">
    <w:abstractNumId w:val="4"/>
  </w:num>
  <w:num w:numId="15" w16cid:durableId="1103067127">
    <w:abstractNumId w:val="4"/>
  </w:num>
  <w:num w:numId="16" w16cid:durableId="1302734060">
    <w:abstractNumId w:val="8"/>
  </w:num>
  <w:num w:numId="17" w16cid:durableId="1286884499">
    <w:abstractNumId w:val="2"/>
  </w:num>
  <w:num w:numId="18" w16cid:durableId="702286714">
    <w:abstractNumId w:val="8"/>
  </w:num>
  <w:num w:numId="19" w16cid:durableId="399059914">
    <w:abstractNumId w:val="8"/>
  </w:num>
  <w:num w:numId="20" w16cid:durableId="353658331">
    <w:abstractNumId w:val="8"/>
  </w:num>
  <w:num w:numId="21" w16cid:durableId="841121103">
    <w:abstractNumId w:val="8"/>
  </w:num>
  <w:num w:numId="22" w16cid:durableId="558980124">
    <w:abstractNumId w:val="4"/>
  </w:num>
  <w:num w:numId="23" w16cid:durableId="1119033348">
    <w:abstractNumId w:val="1"/>
  </w:num>
  <w:num w:numId="24" w16cid:durableId="696321326">
    <w:abstractNumId w:val="4"/>
  </w:num>
  <w:num w:numId="25" w16cid:durableId="787699444">
    <w:abstractNumId w:val="4"/>
  </w:num>
  <w:num w:numId="26" w16cid:durableId="1130704408">
    <w:abstractNumId w:val="4"/>
  </w:num>
  <w:num w:numId="27" w16cid:durableId="1476098464">
    <w:abstractNumId w:val="4"/>
  </w:num>
  <w:num w:numId="28" w16cid:durableId="2031951537">
    <w:abstractNumId w:val="8"/>
  </w:num>
  <w:num w:numId="29" w16cid:durableId="1475878174">
    <w:abstractNumId w:val="2"/>
  </w:num>
  <w:num w:numId="30" w16cid:durableId="370225215">
    <w:abstractNumId w:val="8"/>
  </w:num>
  <w:num w:numId="31" w16cid:durableId="33895810">
    <w:abstractNumId w:val="8"/>
  </w:num>
  <w:num w:numId="32" w16cid:durableId="385682534">
    <w:abstractNumId w:val="8"/>
  </w:num>
  <w:num w:numId="33" w16cid:durableId="205279848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686C"/>
    <w:rsid w:val="00060FBD"/>
    <w:rsid w:val="00072C1E"/>
    <w:rsid w:val="000810D4"/>
    <w:rsid w:val="00097E08"/>
    <w:rsid w:val="000A78E3"/>
    <w:rsid w:val="000B6CE6"/>
    <w:rsid w:val="000E23A7"/>
    <w:rsid w:val="0010693F"/>
    <w:rsid w:val="00114472"/>
    <w:rsid w:val="001550BC"/>
    <w:rsid w:val="001605B9"/>
    <w:rsid w:val="00163346"/>
    <w:rsid w:val="00170EC5"/>
    <w:rsid w:val="0017163F"/>
    <w:rsid w:val="001747C1"/>
    <w:rsid w:val="00184743"/>
    <w:rsid w:val="00185FD9"/>
    <w:rsid w:val="00192A92"/>
    <w:rsid w:val="001C2233"/>
    <w:rsid w:val="001C468D"/>
    <w:rsid w:val="001D00D1"/>
    <w:rsid w:val="00207DF5"/>
    <w:rsid w:val="00211820"/>
    <w:rsid w:val="00270D90"/>
    <w:rsid w:val="00280E07"/>
    <w:rsid w:val="00290AB7"/>
    <w:rsid w:val="002B49D8"/>
    <w:rsid w:val="002C31BF"/>
    <w:rsid w:val="002D08B1"/>
    <w:rsid w:val="002E0CD7"/>
    <w:rsid w:val="002F304F"/>
    <w:rsid w:val="00341DCF"/>
    <w:rsid w:val="00343F31"/>
    <w:rsid w:val="00357BC6"/>
    <w:rsid w:val="00366A5F"/>
    <w:rsid w:val="003956C6"/>
    <w:rsid w:val="0039579F"/>
    <w:rsid w:val="00395A9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D6D4D"/>
    <w:rsid w:val="004E143C"/>
    <w:rsid w:val="004E3A53"/>
    <w:rsid w:val="004F20BC"/>
    <w:rsid w:val="004F4B9B"/>
    <w:rsid w:val="004F69EA"/>
    <w:rsid w:val="00504A27"/>
    <w:rsid w:val="00511AB9"/>
    <w:rsid w:val="00523EA7"/>
    <w:rsid w:val="00553375"/>
    <w:rsid w:val="00557C28"/>
    <w:rsid w:val="005736B7"/>
    <w:rsid w:val="00575E5A"/>
    <w:rsid w:val="00597386"/>
    <w:rsid w:val="005A461B"/>
    <w:rsid w:val="005F1404"/>
    <w:rsid w:val="005F628F"/>
    <w:rsid w:val="00605385"/>
    <w:rsid w:val="0061068E"/>
    <w:rsid w:val="00645A29"/>
    <w:rsid w:val="00652FE1"/>
    <w:rsid w:val="00660AD3"/>
    <w:rsid w:val="006673B1"/>
    <w:rsid w:val="00667F1C"/>
    <w:rsid w:val="00677B7F"/>
    <w:rsid w:val="006A5570"/>
    <w:rsid w:val="006A689C"/>
    <w:rsid w:val="006B1150"/>
    <w:rsid w:val="006B1E00"/>
    <w:rsid w:val="006B3D79"/>
    <w:rsid w:val="006D7AFE"/>
    <w:rsid w:val="006E0578"/>
    <w:rsid w:val="006E314D"/>
    <w:rsid w:val="00710723"/>
    <w:rsid w:val="00711E3B"/>
    <w:rsid w:val="00723ED1"/>
    <w:rsid w:val="0074101C"/>
    <w:rsid w:val="00741EFE"/>
    <w:rsid w:val="00743525"/>
    <w:rsid w:val="0076286B"/>
    <w:rsid w:val="007651F6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554"/>
    <w:rsid w:val="00886D4B"/>
    <w:rsid w:val="00895406"/>
    <w:rsid w:val="00897B1D"/>
    <w:rsid w:val="008A3568"/>
    <w:rsid w:val="008C6F1E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4E0"/>
    <w:rsid w:val="009B2E97"/>
    <w:rsid w:val="009D1065"/>
    <w:rsid w:val="009E07F4"/>
    <w:rsid w:val="009F392E"/>
    <w:rsid w:val="009F5ACA"/>
    <w:rsid w:val="00A130DD"/>
    <w:rsid w:val="00A1780E"/>
    <w:rsid w:val="00A31564"/>
    <w:rsid w:val="00A52D54"/>
    <w:rsid w:val="00A6177B"/>
    <w:rsid w:val="00A66136"/>
    <w:rsid w:val="00AA3ACF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877"/>
    <w:rsid w:val="00BB4DBC"/>
    <w:rsid w:val="00BD7E91"/>
    <w:rsid w:val="00BE1EA6"/>
    <w:rsid w:val="00BF38AF"/>
    <w:rsid w:val="00C02D0A"/>
    <w:rsid w:val="00C03A6E"/>
    <w:rsid w:val="00C3471C"/>
    <w:rsid w:val="00C44F6A"/>
    <w:rsid w:val="00C47AE3"/>
    <w:rsid w:val="00C57898"/>
    <w:rsid w:val="00C8161C"/>
    <w:rsid w:val="00C84E41"/>
    <w:rsid w:val="00CC66E8"/>
    <w:rsid w:val="00CD0AFE"/>
    <w:rsid w:val="00CD1FC4"/>
    <w:rsid w:val="00D2070F"/>
    <w:rsid w:val="00D21061"/>
    <w:rsid w:val="00D4108E"/>
    <w:rsid w:val="00D6163D"/>
    <w:rsid w:val="00D72837"/>
    <w:rsid w:val="00D73D46"/>
    <w:rsid w:val="00D831A3"/>
    <w:rsid w:val="00DC75F3"/>
    <w:rsid w:val="00DC7E2D"/>
    <w:rsid w:val="00DD46F3"/>
    <w:rsid w:val="00DE56F2"/>
    <w:rsid w:val="00DF116D"/>
    <w:rsid w:val="00E04F11"/>
    <w:rsid w:val="00E2230B"/>
    <w:rsid w:val="00E36C4A"/>
    <w:rsid w:val="00E75E8D"/>
    <w:rsid w:val="00EB104F"/>
    <w:rsid w:val="00ED14BD"/>
    <w:rsid w:val="00F0533E"/>
    <w:rsid w:val="00F1048D"/>
    <w:rsid w:val="00F12DEC"/>
    <w:rsid w:val="00F1715C"/>
    <w:rsid w:val="00F310F8"/>
    <w:rsid w:val="00F35939"/>
    <w:rsid w:val="00F3770F"/>
    <w:rsid w:val="00F45607"/>
    <w:rsid w:val="00F5558F"/>
    <w:rsid w:val="00F659EB"/>
    <w:rsid w:val="00F845A8"/>
    <w:rsid w:val="00F86BA6"/>
    <w:rsid w:val="00FC6389"/>
    <w:rsid w:val="2C89B523"/>
    <w:rsid w:val="550D272F"/>
    <w:rsid w:val="5B09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DC86F580-8DD0-4D0A-B15D-8567F8BA3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9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C84E41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E2230B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2230B"/>
    <w:pPr>
      <w:widowControl w:val="0"/>
      <w:autoSpaceDE w:val="0"/>
      <w:spacing w:before="120"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2230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52D54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2D5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5d68eef5-98d5-40a3-92f6-b741586f1a2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15" ma:contentTypeDescription="Vytvoří nový dokument" ma:contentTypeScope="" ma:versionID="417fde721a0c1cfbe8b5d100e550063c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ee953fcc1d3eac1ae18493bbfe4bfe1d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309312-23C9-40F8-A058-4BB68B759A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5d68eef5-98d5-40a3-92f6-b741586f1a2a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066827-11D0-4646-8759-6C7A11AB68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113</Words>
  <Characters>672</Characters>
  <Application>Microsoft Office Word</Application>
  <DocSecurity>0</DocSecurity>
  <Lines>5</Lines>
  <Paragraphs>1</Paragraphs>
  <ScaleCrop>false</ScaleCrop>
  <Company>Správa železnic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cp:lastModifiedBy>Kopecká Michaela, Bc.</cp:lastModifiedBy>
  <cp:revision>29</cp:revision>
  <cp:lastPrinted>2017-11-29T02:18:00Z</cp:lastPrinted>
  <dcterms:created xsi:type="dcterms:W3CDTF">2023-03-27T23:37:00Z</dcterms:created>
  <dcterms:modified xsi:type="dcterms:W3CDTF">2025-05-15T10:45:00Z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URL">
    <vt:lpwstr/>
  </property>
  <property fmtid="{D5CDD505-2E9C-101B-9397-08002B2CF9AE}" pid="4" name="MediaServiceImageTags">
    <vt:lpwstr/>
  </property>
  <property fmtid="{D5CDD505-2E9C-101B-9397-08002B2CF9AE}" pid="5" name="ClassificationContentMarkingHeaderShapeIds">
    <vt:lpwstr>45708019,6057267f,78339635</vt:lpwstr>
  </property>
  <property fmtid="{D5CDD505-2E9C-101B-9397-08002B2CF9AE}" pid="6" name="ClassificationContentMarkingHeaderFontProps">
    <vt:lpwstr>#000000,7,Verdana</vt:lpwstr>
  </property>
  <property fmtid="{D5CDD505-2E9C-101B-9397-08002B2CF9AE}" pid="7" name="ClassificationContentMarkingHeaderText">
    <vt:lpwstr>SŽ: Interní</vt:lpwstr>
  </property>
</Properties>
</file>